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A84" w:rsidRPr="008E5A84" w:rsidRDefault="005A6D89" w:rsidP="008E5A84">
      <w:pPr>
        <w:pStyle w:val="IQB-Aufgabentitel"/>
        <w:spacing w:after="0"/>
        <w:rPr>
          <w:lang w:val="fr-FR"/>
        </w:rPr>
      </w:pPr>
      <w:proofErr w:type="spellStart"/>
      <w:r w:rsidRPr="003955A0">
        <w:rPr>
          <w:lang w:val="fr-FR"/>
        </w:rPr>
        <w:t>Auswertung</w:t>
      </w:r>
      <w:proofErr w:type="spellEnd"/>
      <w:r w:rsidRPr="003955A0">
        <w:rPr>
          <w:lang w:val="fr-FR"/>
        </w:rPr>
        <w:t xml:space="preserve"> –</w:t>
      </w:r>
      <w:r w:rsidR="008E5A84">
        <w:rPr>
          <w:b/>
          <w:lang w:val="fr-FR"/>
        </w:rPr>
        <w:t xml:space="preserve"> </w:t>
      </w:r>
      <w:r w:rsidR="008E5A84" w:rsidRPr="008E5A84">
        <w:rPr>
          <w:lang w:val="fr-FR"/>
        </w:rPr>
        <w:t>Les fringues et moi</w:t>
      </w:r>
    </w:p>
    <w:p w:rsidR="008E5A84" w:rsidRPr="008E5A84" w:rsidRDefault="008E5A84" w:rsidP="008E5A84">
      <w:pPr>
        <w:pStyle w:val="IQB-Teilaufgabentitel"/>
        <w:rPr>
          <w:lang w:val="fr-FR"/>
        </w:rPr>
      </w:pPr>
      <w:r w:rsidRPr="008E5A84">
        <w:rPr>
          <w:lang w:val="fr-FR"/>
        </w:rPr>
        <w:t>1.1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7"/>
        <w:gridCol w:w="8209"/>
      </w:tblGrid>
      <w:tr w:rsidR="008E5A84" w:rsidTr="006F53EB">
        <w:tc>
          <w:tcPr>
            <w:tcW w:w="1203" w:type="dxa"/>
            <w:vAlign w:val="center"/>
          </w:tcPr>
          <w:p w:rsidR="008E5A84" w:rsidRDefault="008E5A84" w:rsidP="006F53EB">
            <w:pPr>
              <w:pStyle w:val="IQB-RSCodeValue"/>
            </w:pPr>
            <w:r>
              <w:t>RICHTIG</w:t>
            </w:r>
          </w:p>
        </w:tc>
        <w:tc>
          <w:tcPr>
            <w:tcW w:w="8651" w:type="dxa"/>
          </w:tcPr>
          <w:p w:rsidR="008E5A84" w:rsidRDefault="008E5A84" w:rsidP="006F53EB">
            <w:pPr>
              <w:pStyle w:val="IQB-RSNormal"/>
            </w:pPr>
            <w:r>
              <w:rPr>
                <w:noProof/>
              </w:rPr>
              <w:drawing>
                <wp:inline distT="0" distB="0" distL="0" distR="0" wp14:anchorId="3F322B85" wp14:editId="02BC619D">
                  <wp:extent cx="5328000" cy="1454400"/>
                  <wp:effectExtent l="0" t="0" r="6350" b="0"/>
                  <wp:docPr id="15" name="Grafik 15" descr="R:\Franzoesisch\11 VERA\07 VERA 2014\05 Hauptstudie\03 Auswertungsanleitungen\01 Kodiergrafiken\CE354a_Les_fringues_et_moi_A1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:\Franzoesisch\11 VERA\07 VERA 2014\05 Hauptstudie\03 Auswertungsanleitungen\01 Kodiergrafiken\CE354a_Les_fringues_et_moi_A1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8000" cy="14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5A84" w:rsidRDefault="008E5A84" w:rsidP="008E5A84">
      <w:pPr>
        <w:pStyle w:val="IQB-Teilaufgabentitel"/>
      </w:pPr>
      <w:r>
        <w:t>1.2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7"/>
        <w:gridCol w:w="8209"/>
      </w:tblGrid>
      <w:tr w:rsidR="008E5A84" w:rsidTr="006F53EB">
        <w:tc>
          <w:tcPr>
            <w:tcW w:w="1203" w:type="dxa"/>
            <w:vAlign w:val="center"/>
          </w:tcPr>
          <w:p w:rsidR="008E5A84" w:rsidRDefault="008E5A84" w:rsidP="006F53EB">
            <w:pPr>
              <w:pStyle w:val="IQB-RSCodeValue"/>
            </w:pPr>
            <w:r>
              <w:t>RICHTIG</w:t>
            </w:r>
          </w:p>
        </w:tc>
        <w:tc>
          <w:tcPr>
            <w:tcW w:w="8651" w:type="dxa"/>
          </w:tcPr>
          <w:p w:rsidR="008E5A84" w:rsidRDefault="008E5A84" w:rsidP="006F53EB">
            <w:pPr>
              <w:pStyle w:val="IQB-RSNormal"/>
            </w:pPr>
            <w:r>
              <w:rPr>
                <w:noProof/>
              </w:rPr>
              <w:drawing>
                <wp:inline distT="0" distB="0" distL="0" distR="0" wp14:anchorId="0FF984C7" wp14:editId="7267775F">
                  <wp:extent cx="5328000" cy="1191600"/>
                  <wp:effectExtent l="0" t="0" r="6350" b="8890"/>
                  <wp:docPr id="16" name="Grafik 16" descr="R:\Franzoesisch\11 VERA\07 VERA 2014\05 Hauptstudie\03 Auswertungsanleitungen\01 Kodiergrafiken\CE354a_Les_fringues_et_moi_A2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:\Franzoesisch\11 VERA\07 VERA 2014\05 Hauptstudie\03 Auswertungsanleitungen\01 Kodiergrafiken\CE354a_Les_fringues_et_moi_A2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8000" cy="119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5A84" w:rsidRDefault="008E5A84" w:rsidP="008E5A84">
      <w:pPr>
        <w:pStyle w:val="IQB-Teilaufgabentitel"/>
      </w:pPr>
      <w:bookmarkStart w:id="0" w:name="_GoBack"/>
      <w:bookmarkEnd w:id="0"/>
      <w:r>
        <w:t>1.3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7"/>
        <w:gridCol w:w="8209"/>
      </w:tblGrid>
      <w:tr w:rsidR="008E5A84" w:rsidTr="006F53EB">
        <w:tc>
          <w:tcPr>
            <w:tcW w:w="1203" w:type="dxa"/>
            <w:vAlign w:val="center"/>
          </w:tcPr>
          <w:p w:rsidR="008E5A84" w:rsidRDefault="008E5A84" w:rsidP="006F53EB">
            <w:pPr>
              <w:pStyle w:val="IQB-RSCodeValue"/>
            </w:pPr>
            <w:r>
              <w:t>RICHTIG</w:t>
            </w:r>
          </w:p>
        </w:tc>
        <w:tc>
          <w:tcPr>
            <w:tcW w:w="8651" w:type="dxa"/>
          </w:tcPr>
          <w:p w:rsidR="008E5A84" w:rsidRDefault="008E5A84" w:rsidP="006F53EB">
            <w:pPr>
              <w:pStyle w:val="IQB-RSNormal"/>
            </w:pPr>
            <w:r>
              <w:rPr>
                <w:noProof/>
              </w:rPr>
              <w:drawing>
                <wp:inline distT="0" distB="0" distL="0" distR="0" wp14:anchorId="065B6762" wp14:editId="7B99D56B">
                  <wp:extent cx="5328000" cy="1407600"/>
                  <wp:effectExtent l="0" t="0" r="6350" b="0"/>
                  <wp:docPr id="17" name="Grafik 17" descr="R:\Franzoesisch\11 VERA\07 VERA 2014\05 Hauptstudie\03 Auswertungsanleitungen\01 Kodiergrafiken\CE354a_Les_fringues_et_moi_A3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:\Franzoesisch\11 VERA\07 VERA 2014\05 Hauptstudie\03 Auswertungsanleitungen\01 Kodiergrafiken\CE354a_Les_fringues_et_moi_A3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8000" cy="140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0A4D" w:rsidRPr="00EF376F" w:rsidRDefault="007E0A4D" w:rsidP="00CA173E">
      <w:pPr>
        <w:pStyle w:val="berschrift2"/>
        <w:jc w:val="center"/>
        <w:rPr>
          <w:b w:val="0"/>
          <w:sz w:val="28"/>
        </w:rPr>
      </w:pPr>
    </w:p>
    <w:sectPr w:rsidR="007E0A4D" w:rsidRPr="00EF376F" w:rsidSect="00D60A6F">
      <w:footerReference w:type="even" r:id="rId10"/>
      <w:footerReference w:type="default" r:id="rId11"/>
      <w:headerReference w:type="first" r:id="rId12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2F4" w:rsidRDefault="00F152F4">
      <w:r>
        <w:separator/>
      </w:r>
    </w:p>
  </w:endnote>
  <w:endnote w:type="continuationSeparator" w:id="0">
    <w:p w:rsidR="00F152F4" w:rsidRDefault="00F1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39AC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2F4" w:rsidRDefault="00F152F4">
      <w:r>
        <w:separator/>
      </w:r>
    </w:p>
  </w:footnote>
  <w:footnote w:type="continuationSeparator" w:id="0">
    <w:p w:rsidR="00F152F4" w:rsidRDefault="00F15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34C" w:rsidRDefault="00C0019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2DB5C93" wp14:editId="347B2F59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364E1A"/>
    <w:multiLevelType w:val="hybridMultilevel"/>
    <w:tmpl w:val="1DBE6998"/>
    <w:lvl w:ilvl="0" w:tplc="23361B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0191"/>
    <w:rsid w:val="00036691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2722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955A0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39AC"/>
    <w:rsid w:val="004F4AE1"/>
    <w:rsid w:val="004F70C4"/>
    <w:rsid w:val="0050377F"/>
    <w:rsid w:val="00510900"/>
    <w:rsid w:val="00515C4D"/>
    <w:rsid w:val="005163C7"/>
    <w:rsid w:val="00542EEE"/>
    <w:rsid w:val="005609A6"/>
    <w:rsid w:val="00566351"/>
    <w:rsid w:val="00570737"/>
    <w:rsid w:val="00573AB9"/>
    <w:rsid w:val="0059034C"/>
    <w:rsid w:val="00593590"/>
    <w:rsid w:val="005A6D89"/>
    <w:rsid w:val="005D22C4"/>
    <w:rsid w:val="005E4354"/>
    <w:rsid w:val="006012C1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0A4D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E5A84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9F3796"/>
    <w:rsid w:val="00A03F22"/>
    <w:rsid w:val="00A12FBB"/>
    <w:rsid w:val="00A13FB9"/>
    <w:rsid w:val="00A45470"/>
    <w:rsid w:val="00A460CB"/>
    <w:rsid w:val="00A527A9"/>
    <w:rsid w:val="00A74051"/>
    <w:rsid w:val="00A8242C"/>
    <w:rsid w:val="00AD2EBA"/>
    <w:rsid w:val="00AD5861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0191"/>
    <w:rsid w:val="00C01791"/>
    <w:rsid w:val="00C12C3E"/>
    <w:rsid w:val="00C30223"/>
    <w:rsid w:val="00C31DDF"/>
    <w:rsid w:val="00C63461"/>
    <w:rsid w:val="00C82E79"/>
    <w:rsid w:val="00C93D69"/>
    <w:rsid w:val="00C974B6"/>
    <w:rsid w:val="00CA173E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2ABE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376F"/>
    <w:rsid w:val="00EF6278"/>
    <w:rsid w:val="00F0154F"/>
    <w:rsid w:val="00F11B49"/>
    <w:rsid w:val="00F152F4"/>
    <w:rsid w:val="00F24C3F"/>
    <w:rsid w:val="00F43CA1"/>
    <w:rsid w:val="00F6230D"/>
    <w:rsid w:val="00F65826"/>
    <w:rsid w:val="00F66F7A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  <w:rsid w:val="00FF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571CA5"/>
  <w15:docId w15:val="{0DAB9121-4E6E-43B0-875E-F44E22D0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AD58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D5861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Standard"/>
    <w:rsid w:val="005E4354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IQB-Aufgabentitel">
    <w:name w:val="IQB-Aufgabentitel"/>
    <w:basedOn w:val="IQBTHAufgabentitel"/>
    <w:rsid w:val="008E5A84"/>
    <w:pPr>
      <w:spacing w:before="240" w:line="240" w:lineRule="auto"/>
      <w:jc w:val="center"/>
    </w:pPr>
  </w:style>
  <w:style w:type="paragraph" w:customStyle="1" w:styleId="IQB-Teilaufgabentitel">
    <w:name w:val="IQB-Teilaufgabentitel"/>
    <w:basedOn w:val="Standard"/>
    <w:link w:val="IQB-TeilaufgabentitelZchn"/>
    <w:rsid w:val="008E5A84"/>
    <w:pPr>
      <w:keepNext/>
      <w:spacing w:before="120" w:after="120"/>
    </w:pPr>
    <w:rPr>
      <w:b/>
    </w:rPr>
  </w:style>
  <w:style w:type="paragraph" w:customStyle="1" w:styleId="IQB-RSNormal">
    <w:name w:val="IQB-RSNormal"/>
    <w:basedOn w:val="Standard"/>
    <w:link w:val="IQB-RSNormalZchn"/>
    <w:qFormat/>
    <w:rsid w:val="008E5A84"/>
    <w:pPr>
      <w:spacing w:after="0"/>
    </w:pPr>
    <w:rPr>
      <w:rFonts w:cs="Arial"/>
      <w:szCs w:val="22"/>
    </w:rPr>
  </w:style>
  <w:style w:type="character" w:customStyle="1" w:styleId="IQB-RSNormalZchn">
    <w:name w:val="IQB-RSNormal Zchn"/>
    <w:basedOn w:val="Absatz-Standardschriftart"/>
    <w:link w:val="IQB-RSNormal"/>
    <w:rsid w:val="008E5A84"/>
    <w:rPr>
      <w:rFonts w:ascii="Arial" w:hAnsi="Arial" w:cs="Arial"/>
      <w:sz w:val="22"/>
      <w:szCs w:val="22"/>
    </w:rPr>
  </w:style>
  <w:style w:type="paragraph" w:customStyle="1" w:styleId="IQB-RSCodeValue">
    <w:name w:val="IQB-RSCodeValue"/>
    <w:basedOn w:val="Standard"/>
    <w:link w:val="IQB-RSCodeValueZchn"/>
    <w:qFormat/>
    <w:rsid w:val="008E5A84"/>
    <w:pPr>
      <w:spacing w:after="0"/>
    </w:pPr>
  </w:style>
  <w:style w:type="character" w:customStyle="1" w:styleId="IQB-RSCodeValueZchn">
    <w:name w:val="IQB-RSCodeValue Zchn"/>
    <w:basedOn w:val="Absatz-Standardschriftart"/>
    <w:link w:val="IQB-RSCodeValue"/>
    <w:rsid w:val="008E5A84"/>
    <w:rPr>
      <w:rFonts w:ascii="Arial" w:hAnsi="Arial"/>
      <w:sz w:val="22"/>
      <w:szCs w:val="24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8E5A84"/>
    <w:rPr>
      <w:rFonts w:ascii="Arial" w:hAnsi="Arial"/>
      <w:b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</Template>
  <TotalTime>0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Lisa Koch</cp:lastModifiedBy>
  <cp:revision>3</cp:revision>
  <cp:lastPrinted>2007-01-11T14:25:00Z</cp:lastPrinted>
  <dcterms:created xsi:type="dcterms:W3CDTF">2015-12-11T12:03:00Z</dcterms:created>
  <dcterms:modified xsi:type="dcterms:W3CDTF">2020-11-09T16:39:00Z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